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B3837" w14:textId="7EC671B4" w:rsidR="00463F67" w:rsidRDefault="009D3754" w:rsidP="00463F67">
      <w:pPr>
        <w:pStyle w:val="Title"/>
      </w:pPr>
      <w:sdt>
        <w:sdtPr>
          <w:alias w:val="Title"/>
          <w:tag w:val=""/>
          <w:id w:val="1062761741"/>
          <w:placeholder>
            <w:docPart w:val="EEBCA743ACFC43F09029528AEA08F99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31784" w:rsidRPr="00C31784">
            <w:t>Form TC13 – Remedial training record</w:t>
          </w:r>
        </w:sdtContent>
      </w:sdt>
    </w:p>
    <w:p w14:paraId="3BD20D01" w14:textId="77777777" w:rsidR="00515E87" w:rsidRPr="002F6F85" w:rsidRDefault="00515E87" w:rsidP="00515E87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211"/>
        <w:gridCol w:w="1984"/>
        <w:gridCol w:w="2694"/>
      </w:tblGrid>
      <w:tr w:rsidR="00515E87" w:rsidRPr="00102F1E" w14:paraId="0C8E39E1" w14:textId="77777777" w:rsidTr="0038189F">
        <w:trPr>
          <w:trHeight w:val="580"/>
        </w:trPr>
        <w:tc>
          <w:tcPr>
            <w:tcW w:w="1604" w:type="dxa"/>
          </w:tcPr>
          <w:p w14:paraId="0449C246" w14:textId="77777777" w:rsidR="00515E87" w:rsidRPr="00102F1E" w:rsidRDefault="00515E87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Crew member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211" w:type="dxa"/>
          </w:tcPr>
          <w:p w14:paraId="1CAEA1EB" w14:textId="77777777" w:rsidR="00515E87" w:rsidRPr="00102F1E" w:rsidRDefault="00515E87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72866778" w14:textId="77777777" w:rsidR="00515E87" w:rsidRPr="00102F1E" w:rsidRDefault="00515E87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293C6227" w14:textId="77777777" w:rsidR="00515E87" w:rsidRPr="00102F1E" w:rsidRDefault="00515E87" w:rsidP="0038189F"/>
        </w:tc>
      </w:tr>
      <w:tr w:rsidR="00515E87" w:rsidRPr="00102F1E" w14:paraId="379A8B80" w14:textId="77777777" w:rsidTr="0038189F">
        <w:trPr>
          <w:trHeight w:val="580"/>
        </w:trPr>
        <w:tc>
          <w:tcPr>
            <w:tcW w:w="1604" w:type="dxa"/>
          </w:tcPr>
          <w:p w14:paraId="474F19B2" w14:textId="77777777" w:rsidR="00515E87" w:rsidRDefault="00515E87" w:rsidP="0038189F">
            <w:pPr>
              <w:rPr>
                <w:rStyle w:val="bold"/>
              </w:rPr>
            </w:pPr>
            <w:r>
              <w:rPr>
                <w:rStyle w:val="bold"/>
              </w:rPr>
              <w:t>Crew position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211" w:type="dxa"/>
          </w:tcPr>
          <w:p w14:paraId="40999AE7" w14:textId="77777777" w:rsidR="00515E87" w:rsidRPr="00102F1E" w:rsidRDefault="009D3754" w:rsidP="0038189F">
            <w:sdt>
              <w:sdtPr>
                <w:id w:val="1311139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5E8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15E87" w:rsidRPr="003C2B3F">
              <w:t xml:space="preserve"> Flight crew member</w:t>
            </w:r>
          </w:p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5FD87691" w14:textId="77777777" w:rsidR="00515E87" w:rsidRPr="00102F1E" w:rsidRDefault="009D3754" w:rsidP="0038189F">
            <w:pPr>
              <w:rPr>
                <w:rStyle w:val="bold"/>
              </w:rPr>
            </w:pPr>
            <w:sdt>
              <w:sdtPr>
                <w:rPr>
                  <w:b/>
                  <w:bCs/>
                </w:rPr>
                <w:id w:val="-94785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515E87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5E87" w:rsidRPr="003C2B3F">
              <w:t xml:space="preserve"> Air crew member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0E499309" w14:textId="77777777" w:rsidR="00515E87" w:rsidRPr="00102F1E" w:rsidRDefault="009D3754" w:rsidP="0038189F">
            <w:sdt>
              <w:sdtPr>
                <w:id w:val="16856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5E87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5E87" w:rsidRPr="003C2B3F">
              <w:t xml:space="preserve"> Medical transport specialist</w:t>
            </w:r>
          </w:p>
        </w:tc>
      </w:tr>
      <w:tr w:rsidR="00515E87" w:rsidRPr="00102F1E" w14:paraId="15CC3A2C" w14:textId="77777777" w:rsidTr="0038189F">
        <w:trPr>
          <w:trHeight w:val="580"/>
        </w:trPr>
        <w:tc>
          <w:tcPr>
            <w:tcW w:w="1604" w:type="dxa"/>
          </w:tcPr>
          <w:p w14:paraId="3EE66F10" w14:textId="77777777" w:rsidR="00515E87" w:rsidRPr="00AB3C89" w:rsidRDefault="00515E87" w:rsidP="0038189F">
            <w:pPr>
              <w:rPr>
                <w:rStyle w:val="bold"/>
              </w:rPr>
            </w:pPr>
            <w:r w:rsidRPr="00AB3C89">
              <w:rPr>
                <w:rStyle w:val="bold"/>
              </w:rPr>
              <w:t>Trainer name:</w:t>
            </w:r>
          </w:p>
        </w:tc>
        <w:tc>
          <w:tcPr>
            <w:tcW w:w="3211" w:type="dxa"/>
          </w:tcPr>
          <w:p w14:paraId="293F902E" w14:textId="77777777" w:rsidR="00515E87" w:rsidRDefault="00515E87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068B069D" w14:textId="77777777" w:rsidR="00515E87" w:rsidRPr="00AB3C89" w:rsidRDefault="00515E87" w:rsidP="0038189F">
            <w:pPr>
              <w:rPr>
                <w:rStyle w:val="bold"/>
              </w:rPr>
            </w:pPr>
            <w:r w:rsidRPr="00AB3C89">
              <w:rPr>
                <w:rStyle w:val="bold"/>
              </w:rPr>
              <w:t>Date of training: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1E89569B" w14:textId="77777777" w:rsidR="00515E87" w:rsidRDefault="00515E87" w:rsidP="0038189F"/>
        </w:tc>
      </w:tr>
    </w:tbl>
    <w:p w14:paraId="56E076DC" w14:textId="77777777" w:rsidR="00515E87" w:rsidRPr="003C2B3F" w:rsidRDefault="00515E87" w:rsidP="00515E87">
      <w:pPr>
        <w:pStyle w:val="SourceNotes"/>
      </w:pPr>
    </w:p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31"/>
        <w:gridCol w:w="1703"/>
      </w:tblGrid>
      <w:tr w:rsidR="004031A8" w:rsidRPr="00F86B35" w14:paraId="2827AD14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</w:trPr>
        <w:tc>
          <w:tcPr>
            <w:tcW w:w="7931" w:type="dxa"/>
          </w:tcPr>
          <w:p w14:paraId="05976BAA" w14:textId="77777777" w:rsidR="004031A8" w:rsidRPr="006D7FDE" w:rsidRDefault="004031A8" w:rsidP="00F3353D">
            <w:r w:rsidRPr="00F86B35">
              <w:t>Training items</w:t>
            </w:r>
          </w:p>
        </w:tc>
        <w:tc>
          <w:tcPr>
            <w:tcW w:w="1703" w:type="dxa"/>
          </w:tcPr>
          <w:p w14:paraId="1D0A1DD8" w14:textId="77777777" w:rsidR="004031A8" w:rsidRPr="006D7FDE" w:rsidRDefault="004031A8" w:rsidP="00F3353D">
            <w:r w:rsidRPr="00F86B35">
              <w:t xml:space="preserve">Complete </w:t>
            </w:r>
            <w:r w:rsidRPr="00F86B35">
              <w:br/>
            </w:r>
            <w:r w:rsidRPr="006D7FDE">
              <w:t>Yes / No</w:t>
            </w:r>
          </w:p>
        </w:tc>
      </w:tr>
      <w:tr w:rsidR="004031A8" w:rsidRPr="00916430" w14:paraId="3B9A2366" w14:textId="77777777" w:rsidTr="00F3353D">
        <w:trPr>
          <w:trHeight w:val="38"/>
        </w:trPr>
        <w:tc>
          <w:tcPr>
            <w:tcW w:w="7931" w:type="dxa"/>
          </w:tcPr>
          <w:p w14:paraId="1527A84B" w14:textId="77777777" w:rsidR="004031A8" w:rsidRPr="00916430" w:rsidRDefault="004031A8" w:rsidP="00F3353D">
            <w:pPr>
              <w:pStyle w:val="Tabletext"/>
            </w:pPr>
          </w:p>
        </w:tc>
        <w:tc>
          <w:tcPr>
            <w:tcW w:w="1703" w:type="dxa"/>
          </w:tcPr>
          <w:p w14:paraId="2D6FF86C" w14:textId="77777777" w:rsidR="004031A8" w:rsidRPr="00916430" w:rsidRDefault="004031A8" w:rsidP="00F3353D">
            <w:pPr>
              <w:pStyle w:val="Tabletext"/>
            </w:pPr>
          </w:p>
        </w:tc>
      </w:tr>
      <w:tr w:rsidR="004031A8" w:rsidRPr="00916430" w14:paraId="76ED6F41" w14:textId="77777777" w:rsidTr="00F3353D">
        <w:trPr>
          <w:trHeight w:val="25"/>
        </w:trPr>
        <w:tc>
          <w:tcPr>
            <w:tcW w:w="7931" w:type="dxa"/>
          </w:tcPr>
          <w:p w14:paraId="234CC391" w14:textId="77777777" w:rsidR="004031A8" w:rsidRPr="00916430" w:rsidRDefault="004031A8" w:rsidP="00F3353D">
            <w:pPr>
              <w:pStyle w:val="Tabletext"/>
            </w:pPr>
          </w:p>
        </w:tc>
        <w:tc>
          <w:tcPr>
            <w:tcW w:w="1703" w:type="dxa"/>
          </w:tcPr>
          <w:p w14:paraId="52F75E67" w14:textId="77777777" w:rsidR="004031A8" w:rsidRPr="00916430" w:rsidRDefault="004031A8" w:rsidP="00F3353D">
            <w:pPr>
              <w:pStyle w:val="Tabletext"/>
            </w:pPr>
          </w:p>
        </w:tc>
      </w:tr>
      <w:tr w:rsidR="004031A8" w:rsidRPr="00916430" w14:paraId="7327B7A1" w14:textId="77777777" w:rsidTr="00F3353D">
        <w:trPr>
          <w:trHeight w:val="25"/>
        </w:trPr>
        <w:tc>
          <w:tcPr>
            <w:tcW w:w="7931" w:type="dxa"/>
          </w:tcPr>
          <w:p w14:paraId="0DD208A7" w14:textId="77777777" w:rsidR="004031A8" w:rsidRPr="00916430" w:rsidRDefault="004031A8" w:rsidP="00F3353D">
            <w:pPr>
              <w:pStyle w:val="Tabletext"/>
            </w:pPr>
          </w:p>
        </w:tc>
        <w:tc>
          <w:tcPr>
            <w:tcW w:w="1703" w:type="dxa"/>
          </w:tcPr>
          <w:p w14:paraId="4DA2A1D8" w14:textId="77777777" w:rsidR="004031A8" w:rsidRPr="00916430" w:rsidRDefault="004031A8" w:rsidP="00F3353D">
            <w:pPr>
              <w:pStyle w:val="Tabletext"/>
            </w:pPr>
          </w:p>
        </w:tc>
      </w:tr>
      <w:tr w:rsidR="004031A8" w:rsidRPr="00916430" w14:paraId="25F7144D" w14:textId="77777777" w:rsidTr="00F3353D">
        <w:trPr>
          <w:trHeight w:val="25"/>
        </w:trPr>
        <w:tc>
          <w:tcPr>
            <w:tcW w:w="7931" w:type="dxa"/>
          </w:tcPr>
          <w:p w14:paraId="55BC855C" w14:textId="77777777" w:rsidR="004031A8" w:rsidRPr="00916430" w:rsidRDefault="004031A8" w:rsidP="00F3353D">
            <w:pPr>
              <w:pStyle w:val="Tabletext"/>
            </w:pPr>
          </w:p>
        </w:tc>
        <w:tc>
          <w:tcPr>
            <w:tcW w:w="1703" w:type="dxa"/>
          </w:tcPr>
          <w:p w14:paraId="3C550D96" w14:textId="77777777" w:rsidR="004031A8" w:rsidRPr="00916430" w:rsidRDefault="004031A8" w:rsidP="00F3353D">
            <w:pPr>
              <w:pStyle w:val="Tabletext"/>
            </w:pPr>
          </w:p>
        </w:tc>
      </w:tr>
      <w:tr w:rsidR="004031A8" w:rsidRPr="00916430" w14:paraId="4233091E" w14:textId="77777777" w:rsidTr="00F3353D">
        <w:trPr>
          <w:trHeight w:val="25"/>
        </w:trPr>
        <w:tc>
          <w:tcPr>
            <w:tcW w:w="7931" w:type="dxa"/>
          </w:tcPr>
          <w:p w14:paraId="12D29B87" w14:textId="77777777" w:rsidR="004031A8" w:rsidRPr="00916430" w:rsidRDefault="004031A8" w:rsidP="00F3353D">
            <w:pPr>
              <w:pStyle w:val="Tabletext"/>
            </w:pPr>
          </w:p>
        </w:tc>
        <w:tc>
          <w:tcPr>
            <w:tcW w:w="1703" w:type="dxa"/>
          </w:tcPr>
          <w:p w14:paraId="34A53D72" w14:textId="77777777" w:rsidR="004031A8" w:rsidRPr="00916430" w:rsidRDefault="004031A8" w:rsidP="00F3353D">
            <w:pPr>
              <w:pStyle w:val="Tabletext"/>
            </w:pPr>
          </w:p>
        </w:tc>
      </w:tr>
      <w:tr w:rsidR="004031A8" w:rsidRPr="00916430" w14:paraId="7B7B33E8" w14:textId="77777777" w:rsidTr="00F3353D">
        <w:trPr>
          <w:trHeight w:val="25"/>
        </w:trPr>
        <w:tc>
          <w:tcPr>
            <w:tcW w:w="7931" w:type="dxa"/>
          </w:tcPr>
          <w:p w14:paraId="3AF1A169" w14:textId="77777777" w:rsidR="004031A8" w:rsidRPr="00916430" w:rsidRDefault="004031A8" w:rsidP="00F3353D">
            <w:pPr>
              <w:pStyle w:val="Tabletext"/>
            </w:pPr>
          </w:p>
        </w:tc>
        <w:tc>
          <w:tcPr>
            <w:tcW w:w="1703" w:type="dxa"/>
          </w:tcPr>
          <w:p w14:paraId="62CA06FE" w14:textId="77777777" w:rsidR="004031A8" w:rsidRPr="00916430" w:rsidRDefault="004031A8" w:rsidP="00F3353D">
            <w:pPr>
              <w:pStyle w:val="Tabletext"/>
            </w:pPr>
          </w:p>
        </w:tc>
      </w:tr>
      <w:tr w:rsidR="004031A8" w:rsidRPr="00916430" w14:paraId="6DED7743" w14:textId="77777777" w:rsidTr="00F3353D">
        <w:trPr>
          <w:trHeight w:val="25"/>
        </w:trPr>
        <w:tc>
          <w:tcPr>
            <w:tcW w:w="7931" w:type="dxa"/>
          </w:tcPr>
          <w:p w14:paraId="4083523A" w14:textId="77777777" w:rsidR="004031A8" w:rsidRPr="00916430" w:rsidRDefault="004031A8" w:rsidP="00F3353D">
            <w:pPr>
              <w:pStyle w:val="Tabletext"/>
            </w:pPr>
          </w:p>
        </w:tc>
        <w:tc>
          <w:tcPr>
            <w:tcW w:w="1703" w:type="dxa"/>
          </w:tcPr>
          <w:p w14:paraId="08F65A28" w14:textId="77777777" w:rsidR="004031A8" w:rsidRPr="00916430" w:rsidRDefault="004031A8" w:rsidP="00F3353D">
            <w:pPr>
              <w:pStyle w:val="Tabletext"/>
            </w:pPr>
          </w:p>
        </w:tc>
      </w:tr>
      <w:tr w:rsidR="004031A8" w:rsidRPr="00916430" w14:paraId="4737239F" w14:textId="77777777" w:rsidTr="00F3353D">
        <w:trPr>
          <w:trHeight w:val="25"/>
        </w:trPr>
        <w:tc>
          <w:tcPr>
            <w:tcW w:w="7931" w:type="dxa"/>
          </w:tcPr>
          <w:p w14:paraId="4A053129" w14:textId="77777777" w:rsidR="004031A8" w:rsidRPr="00916430" w:rsidRDefault="004031A8" w:rsidP="00F3353D">
            <w:pPr>
              <w:pStyle w:val="Tabletext"/>
            </w:pPr>
          </w:p>
        </w:tc>
        <w:tc>
          <w:tcPr>
            <w:tcW w:w="1703" w:type="dxa"/>
          </w:tcPr>
          <w:p w14:paraId="443BDA6B" w14:textId="77777777" w:rsidR="004031A8" w:rsidRPr="00916430" w:rsidRDefault="004031A8" w:rsidP="00F3353D">
            <w:pPr>
              <w:pStyle w:val="Tabletext"/>
            </w:pPr>
          </w:p>
        </w:tc>
      </w:tr>
      <w:tr w:rsidR="004031A8" w:rsidRPr="00916430" w14:paraId="6CC32B81" w14:textId="77777777" w:rsidTr="00F3353D">
        <w:trPr>
          <w:trHeight w:val="25"/>
        </w:trPr>
        <w:tc>
          <w:tcPr>
            <w:tcW w:w="7931" w:type="dxa"/>
          </w:tcPr>
          <w:p w14:paraId="295E620E" w14:textId="77777777" w:rsidR="004031A8" w:rsidRPr="00916430" w:rsidRDefault="004031A8" w:rsidP="00F3353D">
            <w:pPr>
              <w:pStyle w:val="Tabletext"/>
            </w:pPr>
          </w:p>
        </w:tc>
        <w:tc>
          <w:tcPr>
            <w:tcW w:w="1703" w:type="dxa"/>
          </w:tcPr>
          <w:p w14:paraId="24E47E04" w14:textId="77777777" w:rsidR="004031A8" w:rsidRPr="00916430" w:rsidRDefault="004031A8" w:rsidP="00F3353D">
            <w:pPr>
              <w:pStyle w:val="Tabletext"/>
            </w:pPr>
          </w:p>
        </w:tc>
      </w:tr>
      <w:tr w:rsidR="004031A8" w:rsidRPr="00916430" w14:paraId="58BD0C7F" w14:textId="77777777" w:rsidTr="00F3353D">
        <w:trPr>
          <w:trHeight w:val="25"/>
        </w:trPr>
        <w:tc>
          <w:tcPr>
            <w:tcW w:w="7931" w:type="dxa"/>
          </w:tcPr>
          <w:p w14:paraId="1668DBB7" w14:textId="77777777" w:rsidR="004031A8" w:rsidRPr="00916430" w:rsidRDefault="004031A8" w:rsidP="00F3353D">
            <w:pPr>
              <w:pStyle w:val="Tabletext"/>
            </w:pPr>
          </w:p>
        </w:tc>
        <w:tc>
          <w:tcPr>
            <w:tcW w:w="1703" w:type="dxa"/>
          </w:tcPr>
          <w:p w14:paraId="4FC1CC07" w14:textId="77777777" w:rsidR="004031A8" w:rsidRPr="00916430" w:rsidRDefault="004031A8" w:rsidP="00F3353D">
            <w:pPr>
              <w:pStyle w:val="Tabletext"/>
            </w:pPr>
          </w:p>
        </w:tc>
      </w:tr>
    </w:tbl>
    <w:p w14:paraId="679549D0" w14:textId="77777777" w:rsidR="004031A8" w:rsidRDefault="004031A8" w:rsidP="004031A8"/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</w:tblPr>
      <w:tblGrid>
        <w:gridCol w:w="9639"/>
      </w:tblGrid>
      <w:tr w:rsidR="004031A8" w:rsidRPr="00DB6B68" w14:paraId="07BF22E4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39" w:type="dxa"/>
          </w:tcPr>
          <w:p w14:paraId="653D9D0F" w14:textId="77777777" w:rsidR="004031A8" w:rsidRPr="006D7FDE" w:rsidRDefault="004031A8" w:rsidP="00F3353D">
            <w:r>
              <w:t>Comments</w:t>
            </w:r>
          </w:p>
        </w:tc>
      </w:tr>
      <w:tr w:rsidR="004031A8" w14:paraId="00A06A1B" w14:textId="77777777" w:rsidTr="00F3353D">
        <w:trPr>
          <w:trHeight w:val="2099"/>
        </w:trPr>
        <w:tc>
          <w:tcPr>
            <w:tcW w:w="9639" w:type="dxa"/>
          </w:tcPr>
          <w:p w14:paraId="4AAA4185" w14:textId="77777777" w:rsidR="004031A8" w:rsidRDefault="004031A8" w:rsidP="00F3353D"/>
        </w:tc>
      </w:tr>
    </w:tbl>
    <w:p w14:paraId="7F8D9182" w14:textId="77777777" w:rsidR="002A38DD" w:rsidRPr="003C2B3F" w:rsidRDefault="002A38DD" w:rsidP="002A38DD">
      <w:pPr>
        <w:pStyle w:val="Heading4"/>
        <w:rPr>
          <w:rStyle w:val="bold"/>
        </w:rPr>
      </w:pPr>
      <w:r>
        <w:rPr>
          <w:rStyle w:val="bold"/>
        </w:rPr>
        <w:t>Trainer</w:t>
      </w:r>
      <w:r w:rsidRPr="003C2B3F">
        <w:rPr>
          <w:rStyle w:val="bold"/>
        </w:rPr>
        <w:t xml:space="preserve"> acknowledgement</w:t>
      </w:r>
    </w:p>
    <w:p w14:paraId="7514347D" w14:textId="77777777" w:rsidR="002A38DD" w:rsidRPr="003C2B3F" w:rsidRDefault="002A38DD" w:rsidP="002A38DD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2A38DD" w:rsidRPr="00FF4792" w14:paraId="03168F0F" w14:textId="77777777" w:rsidTr="0038189F">
        <w:tc>
          <w:tcPr>
            <w:tcW w:w="2570" w:type="dxa"/>
          </w:tcPr>
          <w:p w14:paraId="232EA0D0" w14:textId="77777777" w:rsidR="002A38DD" w:rsidRPr="00D642BC" w:rsidRDefault="002A38DD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D642BC">
              <w:rPr>
                <w:b/>
                <w:bCs/>
              </w:rPr>
              <w:t>rew</w:t>
            </w:r>
            <w:r>
              <w:rPr>
                <w:b/>
                <w:bCs/>
              </w:rPr>
              <w:t xml:space="preserve"> member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4EDC19B6" w14:textId="77777777" w:rsidR="002A38DD" w:rsidRPr="00FF4792" w:rsidRDefault="002A38DD" w:rsidP="0038189F">
            <w:pPr>
              <w:pStyle w:val="normalafterlisttable"/>
            </w:pPr>
          </w:p>
        </w:tc>
        <w:tc>
          <w:tcPr>
            <w:tcW w:w="807" w:type="dxa"/>
          </w:tcPr>
          <w:p w14:paraId="6CD34643" w14:textId="77777777" w:rsidR="002A38DD" w:rsidRPr="00D642BC" w:rsidRDefault="002A38DD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003B6ECE" w14:textId="77777777" w:rsidR="002A38DD" w:rsidRPr="00FF4792" w:rsidRDefault="002A38DD" w:rsidP="0038189F">
            <w:pPr>
              <w:pStyle w:val="normalafterlisttable"/>
            </w:pPr>
          </w:p>
        </w:tc>
      </w:tr>
      <w:tr w:rsidR="002A38DD" w:rsidRPr="00916430" w14:paraId="27D24A4B" w14:textId="77777777" w:rsidTr="0038189F">
        <w:tc>
          <w:tcPr>
            <w:tcW w:w="2570" w:type="dxa"/>
          </w:tcPr>
          <w:p w14:paraId="137AEB19" w14:textId="03139CDC" w:rsidR="002A38DD" w:rsidRPr="00D642BC" w:rsidRDefault="002A38DD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6D99EC38" w14:textId="77777777" w:rsidR="002A38DD" w:rsidRPr="00FF4792" w:rsidRDefault="002A38DD" w:rsidP="0038189F">
            <w:pPr>
              <w:pStyle w:val="normalafterlisttable"/>
            </w:pPr>
          </w:p>
        </w:tc>
        <w:tc>
          <w:tcPr>
            <w:tcW w:w="807" w:type="dxa"/>
          </w:tcPr>
          <w:p w14:paraId="45080B9B" w14:textId="77777777" w:rsidR="002A38DD" w:rsidRPr="00D642BC" w:rsidRDefault="002A38DD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60B200B7" w14:textId="77777777" w:rsidR="002A38DD" w:rsidRPr="00916430" w:rsidRDefault="002A38DD" w:rsidP="0038189F">
            <w:pPr>
              <w:pStyle w:val="normalafterlisttable"/>
            </w:pPr>
          </w:p>
        </w:tc>
      </w:tr>
    </w:tbl>
    <w:p w14:paraId="4978E29B" w14:textId="77777777" w:rsidR="002A38DD" w:rsidRPr="00AE2D67" w:rsidRDefault="002A38DD" w:rsidP="002A38DD">
      <w:pPr>
        <w:pStyle w:val="SourceNotes"/>
      </w:pPr>
    </w:p>
    <w:sectPr w:rsidR="002A38DD" w:rsidRPr="00AE2D67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10717" w14:textId="77777777" w:rsidR="006A4DEE" w:rsidRDefault="006A4DEE" w:rsidP="008E21DE">
      <w:pPr>
        <w:spacing w:before="0" w:after="0"/>
      </w:pPr>
      <w:r>
        <w:separator/>
      </w:r>
    </w:p>
    <w:p w14:paraId="5229E4D5" w14:textId="77777777" w:rsidR="006A4DEE" w:rsidRDefault="006A4DEE"/>
  </w:endnote>
  <w:endnote w:type="continuationSeparator" w:id="0">
    <w:p w14:paraId="2AEE951B" w14:textId="77777777" w:rsidR="006A4DEE" w:rsidRDefault="006A4DEE" w:rsidP="008E21DE">
      <w:pPr>
        <w:spacing w:before="0" w:after="0"/>
      </w:pPr>
      <w:r>
        <w:continuationSeparator/>
      </w:r>
    </w:p>
    <w:p w14:paraId="1DDAEE60" w14:textId="77777777" w:rsidR="006A4DEE" w:rsidRDefault="006A4D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54A88" w14:textId="1AFE6126" w:rsidR="00013309" w:rsidRPr="00500DA0" w:rsidRDefault="009D3754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EEBCA743ACFC43F09029528AEA08F99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31784">
          <w:rPr>
            <w:rFonts w:ascii="ArialMT" w:hAnsi="ArialMT" w:cs="ArialMT"/>
            <w:szCs w:val="16"/>
          </w:rPr>
          <w:t>Form TC13 – Remedial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6C091" w14:textId="77777777" w:rsidR="00013309" w:rsidRDefault="00013309" w:rsidP="00013309">
    <w:pPr>
      <w:pStyle w:val="Footer"/>
    </w:pPr>
    <w:r>
      <w:t>Civil Aviation Safety Authority</w:t>
    </w:r>
  </w:p>
  <w:p w14:paraId="24E62589" w14:textId="6E6934A0" w:rsidR="00013309" w:rsidRDefault="009D3754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31784">
          <w:rPr>
            <w:rFonts w:ascii="ArialMT" w:hAnsi="ArialMT" w:cs="ArialMT"/>
            <w:szCs w:val="16"/>
          </w:rPr>
          <w:t>Form TC13 – Remedial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C31784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C31784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2C3ACEB7" w14:textId="77777777" w:rsidR="00013309" w:rsidRPr="00A365CA" w:rsidRDefault="009D3754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2A38DD">
          <w:rPr>
            <w:color w:val="ED0000"/>
          </w:rPr>
          <w:t>Official</w:t>
        </w:r>
      </w:sdtContent>
    </w:sdt>
    <w:r w:rsidR="00463F67" w:rsidRPr="002A38DD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FEB44DE" wp14:editId="0FBDE84B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855174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EB44DE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03855174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5C9D5" w14:textId="77777777" w:rsidR="006A4DEE" w:rsidRPr="0022402E" w:rsidRDefault="006A4DEE" w:rsidP="0022402E">
      <w:pPr>
        <w:spacing w:before="240"/>
        <w:rPr>
          <w:lang w:val="en-US"/>
        </w:rPr>
      </w:pPr>
      <w:r w:rsidRPr="002A38DD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6FFE2E50" w14:textId="77777777" w:rsidR="006A4DEE" w:rsidRDefault="006A4DEE" w:rsidP="008E21DE">
      <w:pPr>
        <w:spacing w:before="0" w:after="0"/>
      </w:pPr>
      <w:r>
        <w:continuationSeparator/>
      </w:r>
    </w:p>
    <w:p w14:paraId="0543B0A5" w14:textId="77777777" w:rsidR="006A4DEE" w:rsidRDefault="006A4D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52285" w14:textId="77777777" w:rsidR="00DD684D" w:rsidRDefault="00DD684D" w:rsidP="00DD684D">
    <w:pPr>
      <w:pStyle w:val="Header"/>
    </w:pPr>
    <w:r>
      <w:t>ORGANISATION NAME/DETAILS</w:t>
    </w:r>
  </w:p>
  <w:p w14:paraId="6239EB28" w14:textId="77777777" w:rsidR="00013309" w:rsidRPr="00DD684D" w:rsidRDefault="009D3754" w:rsidP="008A5448">
    <w:pPr>
      <w:pStyle w:val="Header"/>
      <w:spacing w:after="120"/>
    </w:pPr>
    <w:r>
      <w:pict w14:anchorId="62F0EE1A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EC8A9" w14:textId="77777777" w:rsidR="00463F67" w:rsidRPr="002A38DD" w:rsidRDefault="009D3754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2A38DD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784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54"/>
    <w:rsid w:val="00176B72"/>
    <w:rsid w:val="00195255"/>
    <w:rsid w:val="00222CED"/>
    <w:rsid w:val="0022402E"/>
    <w:rsid w:val="0024420C"/>
    <w:rsid w:val="002573ED"/>
    <w:rsid w:val="002804D3"/>
    <w:rsid w:val="0028675C"/>
    <w:rsid w:val="00297222"/>
    <w:rsid w:val="002A38DD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31A8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15E87"/>
    <w:rsid w:val="00534D53"/>
    <w:rsid w:val="00535289"/>
    <w:rsid w:val="005408E0"/>
    <w:rsid w:val="00546F0F"/>
    <w:rsid w:val="005611E7"/>
    <w:rsid w:val="00572028"/>
    <w:rsid w:val="00572EC7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A4DE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A5448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3754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E11C3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1784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32F10"/>
    <w:rsid w:val="00D55BB9"/>
    <w:rsid w:val="00D577B3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FAC80"/>
  <w15:chartTrackingRefBased/>
  <w15:docId w15:val="{A3E5318B-E657-4827-B2FC-A79864D3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4031A8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4031A8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4031A8"/>
    <w:rPr>
      <w:b/>
      <w:bCs/>
    </w:rPr>
  </w:style>
  <w:style w:type="table" w:customStyle="1" w:styleId="SD-MOStable">
    <w:name w:val="SD - MOS table"/>
    <w:basedOn w:val="TableNormal"/>
    <w:uiPriority w:val="99"/>
    <w:rsid w:val="004031A8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515E87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BCA743ACFC43F09029528AEA08F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52F1D-E259-48E5-AF29-BD778C7DD311}"/>
      </w:docPartPr>
      <w:docPartBody>
        <w:p w:rsidR="00CE7BAF" w:rsidRDefault="00CE7BAF">
          <w:pPr>
            <w:pStyle w:val="EEBCA743ACFC43F09029528AEA08F99C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DA"/>
    <w:rsid w:val="00297222"/>
    <w:rsid w:val="00352FB1"/>
    <w:rsid w:val="00780FDA"/>
    <w:rsid w:val="0084224B"/>
    <w:rsid w:val="00B004E4"/>
    <w:rsid w:val="00CE7BAF"/>
    <w:rsid w:val="00D26448"/>
    <w:rsid w:val="00D3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EBCA743ACFC43F09029528AEA08F99C">
    <w:name w:val="EEBCA743ACFC43F09029528AEA08F9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924B8A-71DF-4FF1-ABDC-DE702425331C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09d1133f-994b-4ec9-8bcd-76b1f6ed9a8c"/>
    <ds:schemaRef ds:uri="http://schemas.openxmlformats.org/package/2006/metadata/core-properties"/>
    <ds:schemaRef ds:uri="147bc000-5d24-4a58-bdb3-1d507d54dc98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2</TotalTime>
  <Pages>1</Pages>
  <Words>51</Words>
  <Characters>342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TC13 – Remedial training record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TC13 – Remedial training record</dc:title>
  <dc:subject/>
  <dc:creator>Bartholomew, Tina</dc:creator>
  <cp:keywords/>
  <dc:description/>
  <cp:lastModifiedBy>Bartholomew, Tina</cp:lastModifiedBy>
  <cp:revision>8</cp:revision>
  <dcterms:created xsi:type="dcterms:W3CDTF">2025-11-18T02:14:00Z</dcterms:created>
  <dcterms:modified xsi:type="dcterms:W3CDTF">2025-11-25T04:47:00Z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NOS-2025-0034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